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DEF41" w14:textId="5DADF8C5" w:rsidR="00A756D0" w:rsidRPr="00DD29C3" w:rsidRDefault="00656B8C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622A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622AB" w:rsidRPr="001622AB">
        <w:rPr>
          <w:rFonts w:asciiTheme="majorHAnsi" w:eastAsia="Times New Roman" w:hAnsiTheme="majorHAnsi" w:cs="Times New Roman"/>
          <w:lang w:eastAsia="cs-CZ"/>
        </w:rPr>
        <w:t>2</w:t>
      </w:r>
      <w:r w:rsidR="00A756D0" w:rsidRPr="001622A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BE06210" w14:textId="77777777" w:rsidR="00A756D0" w:rsidRPr="00DD29C3" w:rsidRDefault="00A756D0" w:rsidP="00C279C2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495D7233" w14:textId="77777777" w:rsidR="00EF3BFB" w:rsidRPr="00221465" w:rsidRDefault="00EF3BFB" w:rsidP="00C279C2">
      <w:pPr>
        <w:pStyle w:val="1lnek"/>
      </w:pPr>
      <w:r w:rsidRPr="00221465">
        <w:t>cena za HARDWARE</w:t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681"/>
        <w:gridCol w:w="1843"/>
        <w:gridCol w:w="1063"/>
        <w:gridCol w:w="2012"/>
      </w:tblGrid>
      <w:tr w:rsidR="00EF3BFB" w:rsidRPr="00221465" w14:paraId="25AF0E06" w14:textId="77777777" w:rsidTr="00093F28">
        <w:trPr>
          <w:trHeight w:val="1394"/>
        </w:trPr>
        <w:tc>
          <w:tcPr>
            <w:tcW w:w="3681" w:type="dxa"/>
            <w:shd w:val="clear" w:color="auto" w:fill="D9D9D9"/>
          </w:tcPr>
          <w:p w14:paraId="1F81AA13" w14:textId="1A340D10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Specifikace </w:t>
            </w:r>
            <w:r w:rsidR="00C528D1">
              <w:rPr>
                <w:rStyle w:val="Siln"/>
                <w:rFonts w:asciiTheme="minorHAnsi" w:hAnsiTheme="minorHAnsi"/>
              </w:rPr>
              <w:t xml:space="preserve">dodávaného </w:t>
            </w:r>
            <w:r w:rsidRPr="00C279C2">
              <w:rPr>
                <w:rStyle w:val="Siln"/>
                <w:rFonts w:asciiTheme="minorHAnsi" w:hAnsiTheme="minorHAnsi"/>
              </w:rPr>
              <w:t xml:space="preserve">Hardware </w:t>
            </w:r>
          </w:p>
        </w:tc>
        <w:tc>
          <w:tcPr>
            <w:tcW w:w="1843" w:type="dxa"/>
            <w:shd w:val="clear" w:color="auto" w:fill="D9D9D9"/>
          </w:tcPr>
          <w:p w14:paraId="4C666CE0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jeden kus Hardware (v Kč bez DPH)</w:t>
            </w:r>
          </w:p>
        </w:tc>
        <w:tc>
          <w:tcPr>
            <w:tcW w:w="1063" w:type="dxa"/>
            <w:shd w:val="clear" w:color="auto" w:fill="D9D9D9"/>
          </w:tcPr>
          <w:p w14:paraId="106B9C47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Počet kusů</w:t>
            </w:r>
          </w:p>
        </w:tc>
        <w:tc>
          <w:tcPr>
            <w:tcW w:w="2012" w:type="dxa"/>
            <w:shd w:val="clear" w:color="auto" w:fill="D9D9D9"/>
          </w:tcPr>
          <w:p w14:paraId="0B570D8A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počet kusů Hardware (v Kč bez DPH)</w:t>
            </w:r>
          </w:p>
        </w:tc>
      </w:tr>
      <w:tr w:rsidR="00EF3BFB" w:rsidRPr="00221465" w14:paraId="06EE3F39" w14:textId="77777777" w:rsidTr="00093F28">
        <w:trPr>
          <w:trHeight w:val="929"/>
        </w:trPr>
        <w:tc>
          <w:tcPr>
            <w:tcW w:w="3681" w:type="dxa"/>
          </w:tcPr>
          <w:p w14:paraId="47B9BA12" w14:textId="11AD26FB" w:rsidR="00EF3BFB" w:rsidRPr="00FF65DD" w:rsidRDefault="00C528D1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 xml:space="preserve">dodávka fyzických HA řešení pro bránu el. </w:t>
            </w:r>
            <w:proofErr w:type="gramStart"/>
            <w:r>
              <w:rPr>
                <w:rFonts w:asciiTheme="majorHAnsi" w:hAnsiTheme="majorHAnsi"/>
              </w:rPr>
              <w:t>pošty</w:t>
            </w:r>
            <w:proofErr w:type="gramEnd"/>
            <w:r>
              <w:rPr>
                <w:rFonts w:asciiTheme="majorHAnsi" w:hAnsiTheme="majorHAnsi"/>
              </w:rPr>
              <w:t xml:space="preserve"> (Praha, Plzeň)</w:t>
            </w:r>
          </w:p>
        </w:tc>
        <w:tc>
          <w:tcPr>
            <w:tcW w:w="1843" w:type="dxa"/>
          </w:tcPr>
          <w:p w14:paraId="3B241FBA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73E1FE94" w14:textId="5BA692B5" w:rsidR="00EF3BFB" w:rsidRPr="00FF65DD" w:rsidRDefault="00C528D1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012" w:type="dxa"/>
          </w:tcPr>
          <w:p w14:paraId="3FF07611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5546C75" w14:textId="77777777" w:rsidTr="00093F28">
        <w:trPr>
          <w:trHeight w:val="1161"/>
        </w:trPr>
        <w:tc>
          <w:tcPr>
            <w:tcW w:w="3681" w:type="dxa"/>
          </w:tcPr>
          <w:p w14:paraId="7CFC2766" w14:textId="16785570" w:rsidR="00EF3BFB" w:rsidRPr="00FF65DD" w:rsidRDefault="00C528D1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 xml:space="preserve">fyzické zařízení pro centrální vzdálenou správu </w:t>
            </w:r>
            <w:proofErr w:type="spellStart"/>
            <w:r>
              <w:rPr>
                <w:rFonts w:asciiTheme="majorHAnsi" w:hAnsiTheme="majorHAnsi"/>
              </w:rPr>
              <w:t>georedundantního</w:t>
            </w:r>
            <w:proofErr w:type="spellEnd"/>
            <w:r>
              <w:rPr>
                <w:rFonts w:asciiTheme="majorHAnsi" w:hAnsiTheme="majorHAnsi"/>
              </w:rPr>
              <w:t xml:space="preserve"> řešení elektronické pošty</w:t>
            </w:r>
          </w:p>
        </w:tc>
        <w:tc>
          <w:tcPr>
            <w:tcW w:w="1843" w:type="dxa"/>
          </w:tcPr>
          <w:p w14:paraId="70806F02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0A2FA2C8" w14:textId="4E008925" w:rsidR="00EF3BFB" w:rsidRPr="00FF65DD" w:rsidRDefault="00C528D1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012" w:type="dxa"/>
          </w:tcPr>
          <w:p w14:paraId="60847A4B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93F28" w:rsidRPr="00221465" w14:paraId="169B292A" w14:textId="77777777" w:rsidTr="00984496">
        <w:trPr>
          <w:trHeight w:val="682"/>
        </w:trPr>
        <w:tc>
          <w:tcPr>
            <w:tcW w:w="8599" w:type="dxa"/>
            <w:gridSpan w:val="4"/>
          </w:tcPr>
          <w:p w14:paraId="288BCF44" w14:textId="779079AF" w:rsidR="00093F28" w:rsidRPr="00FF65DD" w:rsidRDefault="00093F28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Síťové optické moduly pro propojení HA řešení:</w:t>
            </w:r>
          </w:p>
        </w:tc>
      </w:tr>
      <w:tr w:rsidR="00110EE7" w:rsidRPr="00221465" w14:paraId="1E40DC80" w14:textId="77777777" w:rsidTr="000F7274">
        <w:trPr>
          <w:trHeight w:val="697"/>
        </w:trPr>
        <w:tc>
          <w:tcPr>
            <w:tcW w:w="3681" w:type="dxa"/>
          </w:tcPr>
          <w:p w14:paraId="103F637B" w14:textId="05E1E710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bookmarkStart w:id="0" w:name="_Hlk169874681"/>
            <w:r>
              <w:rPr>
                <w:rFonts w:asciiTheme="majorHAnsi" w:hAnsiTheme="majorHAnsi"/>
                <w:szCs w:val="18"/>
              </w:rPr>
              <w:t xml:space="preserve">1G SFP </w:t>
            </w:r>
            <w:r w:rsidR="006C1011">
              <w:rPr>
                <w:rFonts w:asciiTheme="majorHAnsi" w:hAnsiTheme="majorHAnsi"/>
                <w:szCs w:val="18"/>
              </w:rPr>
              <w:t>S</w:t>
            </w:r>
            <w:r>
              <w:rPr>
                <w:rFonts w:asciiTheme="majorHAnsi" w:hAnsiTheme="majorHAnsi"/>
                <w:szCs w:val="18"/>
              </w:rPr>
              <w:t>M</w:t>
            </w:r>
            <w:r w:rsidR="006C1011">
              <w:rPr>
                <w:rFonts w:asciiTheme="majorHAnsi" w:hAnsiTheme="majorHAnsi"/>
                <w:szCs w:val="18"/>
              </w:rPr>
              <w:t xml:space="preserve"> LR</w:t>
            </w:r>
            <w:r>
              <w:rPr>
                <w:rFonts w:asciiTheme="majorHAnsi" w:hAnsiTheme="majorHAnsi"/>
                <w:szCs w:val="18"/>
              </w:rPr>
              <w:t xml:space="preserve"> optický modul kompatibilní s dodávanými zařízeními </w:t>
            </w:r>
          </w:p>
        </w:tc>
        <w:tc>
          <w:tcPr>
            <w:tcW w:w="1843" w:type="dxa"/>
          </w:tcPr>
          <w:p w14:paraId="6AD81D47" w14:textId="77777777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7FE82473" w14:textId="68BFF42C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012" w:type="dxa"/>
          </w:tcPr>
          <w:p w14:paraId="07CB5321" w14:textId="77777777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10EE7" w:rsidRPr="00221465" w14:paraId="2373E20C" w14:textId="77777777" w:rsidTr="000F7274">
        <w:trPr>
          <w:trHeight w:val="697"/>
        </w:trPr>
        <w:tc>
          <w:tcPr>
            <w:tcW w:w="3681" w:type="dxa"/>
          </w:tcPr>
          <w:p w14:paraId="59A4CB5E" w14:textId="38F2D834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 xml:space="preserve">1G SFP </w:t>
            </w:r>
            <w:r w:rsidR="002F5072">
              <w:rPr>
                <w:rFonts w:asciiTheme="majorHAnsi" w:hAnsiTheme="majorHAnsi"/>
                <w:szCs w:val="18"/>
              </w:rPr>
              <w:t>S</w:t>
            </w:r>
            <w:r>
              <w:rPr>
                <w:rFonts w:asciiTheme="majorHAnsi" w:hAnsiTheme="majorHAnsi"/>
                <w:szCs w:val="18"/>
              </w:rPr>
              <w:t>M</w:t>
            </w:r>
            <w:r w:rsidR="002F5072">
              <w:rPr>
                <w:rFonts w:asciiTheme="majorHAnsi" w:hAnsiTheme="majorHAnsi"/>
                <w:szCs w:val="18"/>
              </w:rPr>
              <w:t xml:space="preserve"> LR</w:t>
            </w:r>
            <w:r>
              <w:rPr>
                <w:rFonts w:asciiTheme="majorHAnsi" w:hAnsiTheme="majorHAnsi"/>
                <w:szCs w:val="18"/>
              </w:rPr>
              <w:t xml:space="preserve"> optický modul kompatibilní </w:t>
            </w:r>
            <w:r w:rsidR="002F5072" w:rsidRPr="002F5072">
              <w:rPr>
                <w:rFonts w:asciiTheme="majorHAnsi" w:hAnsiTheme="majorHAnsi"/>
                <w:szCs w:val="18"/>
              </w:rPr>
              <w:t xml:space="preserve">s provozovanými </w:t>
            </w:r>
            <w:proofErr w:type="spellStart"/>
            <w:r w:rsidR="002F5072" w:rsidRPr="002F5072">
              <w:rPr>
                <w:rFonts w:asciiTheme="majorHAnsi" w:hAnsiTheme="majorHAnsi"/>
                <w:szCs w:val="18"/>
              </w:rPr>
              <w:t>switchi</w:t>
            </w:r>
            <w:proofErr w:type="spellEnd"/>
            <w:r w:rsidR="002F5072" w:rsidRPr="002F5072">
              <w:rPr>
                <w:rFonts w:asciiTheme="majorHAnsi" w:hAnsiTheme="majorHAnsi"/>
                <w:szCs w:val="18"/>
              </w:rPr>
              <w:t xml:space="preserve"> Cisco Nexus 93xxx</w:t>
            </w:r>
          </w:p>
        </w:tc>
        <w:tc>
          <w:tcPr>
            <w:tcW w:w="1843" w:type="dxa"/>
          </w:tcPr>
          <w:p w14:paraId="221AAA58" w14:textId="77777777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7405B999" w14:textId="33FEC9AC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012" w:type="dxa"/>
          </w:tcPr>
          <w:p w14:paraId="1AAE154D" w14:textId="77777777" w:rsidR="00110EE7" w:rsidRPr="00FF65DD" w:rsidRDefault="00110EE7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F18EC22" w14:textId="77777777" w:rsidTr="00093F28">
        <w:trPr>
          <w:trHeight w:val="697"/>
        </w:trPr>
        <w:tc>
          <w:tcPr>
            <w:tcW w:w="3681" w:type="dxa"/>
          </w:tcPr>
          <w:p w14:paraId="5986F258" w14:textId="12D66FDF" w:rsidR="00EF3BFB" w:rsidRPr="00FF65DD" w:rsidRDefault="00093F28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>1G SFP MM optický modul kompatibilní s dodávanými zařízeními (vzdálenost do 100 m)</w:t>
            </w:r>
          </w:p>
        </w:tc>
        <w:tc>
          <w:tcPr>
            <w:tcW w:w="1843" w:type="dxa"/>
          </w:tcPr>
          <w:p w14:paraId="290BFBC0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4BC5D02A" w14:textId="6F394031" w:rsidR="00EF3BFB" w:rsidRPr="00FF65DD" w:rsidRDefault="001945ED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012" w:type="dxa"/>
          </w:tcPr>
          <w:p w14:paraId="7ECFA5CF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  <w:tr w:rsidR="00EF3BFB" w:rsidRPr="00221465" w14:paraId="3D885102" w14:textId="77777777" w:rsidTr="00093F28">
        <w:trPr>
          <w:trHeight w:val="697"/>
        </w:trPr>
        <w:tc>
          <w:tcPr>
            <w:tcW w:w="3681" w:type="dxa"/>
          </w:tcPr>
          <w:p w14:paraId="7A27D0F4" w14:textId="0F670844" w:rsidR="00EF3BFB" w:rsidRPr="00FF65DD" w:rsidRDefault="00093F28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 xml:space="preserve">1G SFP MM optický modul kompatibilní s provozovanými </w:t>
            </w:r>
            <w:proofErr w:type="spellStart"/>
            <w:r>
              <w:rPr>
                <w:rFonts w:asciiTheme="majorHAnsi" w:hAnsiTheme="majorHAnsi"/>
                <w:szCs w:val="18"/>
              </w:rPr>
              <w:t>switchi</w:t>
            </w:r>
            <w:proofErr w:type="spellEnd"/>
            <w:r>
              <w:rPr>
                <w:rFonts w:asciiTheme="majorHAnsi" w:hAnsiTheme="majorHAnsi"/>
                <w:szCs w:val="18"/>
              </w:rPr>
              <w:t xml:space="preserve"> Cisco Nexus 93xxx (vzdálenost do 100 m)</w:t>
            </w:r>
          </w:p>
        </w:tc>
        <w:tc>
          <w:tcPr>
            <w:tcW w:w="1843" w:type="dxa"/>
          </w:tcPr>
          <w:p w14:paraId="6488238A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55C84B8F" w14:textId="3834D3F8" w:rsidR="00EF3BFB" w:rsidRPr="00FF65DD" w:rsidRDefault="001945ED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012" w:type="dxa"/>
          </w:tcPr>
          <w:p w14:paraId="00079268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6D6AED1" w14:textId="77777777" w:rsidTr="00093F28">
        <w:trPr>
          <w:trHeight w:val="697"/>
        </w:trPr>
        <w:tc>
          <w:tcPr>
            <w:tcW w:w="3681" w:type="dxa"/>
          </w:tcPr>
          <w:p w14:paraId="3198A088" w14:textId="63DD48F3" w:rsidR="00EF3BFB" w:rsidRPr="00FF65DD" w:rsidRDefault="00093F28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 xml:space="preserve">1G SFP RJ45 modul kompatibilní s provozovanými </w:t>
            </w:r>
            <w:proofErr w:type="spellStart"/>
            <w:r>
              <w:rPr>
                <w:rFonts w:asciiTheme="majorHAnsi" w:hAnsiTheme="majorHAnsi"/>
                <w:szCs w:val="18"/>
              </w:rPr>
              <w:t>switchi</w:t>
            </w:r>
            <w:proofErr w:type="spellEnd"/>
            <w:r>
              <w:rPr>
                <w:rFonts w:asciiTheme="majorHAnsi" w:hAnsiTheme="majorHAnsi"/>
                <w:szCs w:val="18"/>
              </w:rPr>
              <w:t xml:space="preserve"> Cisco Nexus 93</w:t>
            </w:r>
            <w:r w:rsidR="007F5A29">
              <w:rPr>
                <w:rFonts w:asciiTheme="majorHAnsi" w:hAnsiTheme="majorHAnsi"/>
                <w:szCs w:val="18"/>
              </w:rPr>
              <w:t>xxx</w:t>
            </w:r>
          </w:p>
        </w:tc>
        <w:tc>
          <w:tcPr>
            <w:tcW w:w="1843" w:type="dxa"/>
          </w:tcPr>
          <w:p w14:paraId="47534A9C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61622E44" w14:textId="71A2F9B7" w:rsidR="00EF3BFB" w:rsidRPr="00FF65DD" w:rsidRDefault="001945ED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012" w:type="dxa"/>
          </w:tcPr>
          <w:p w14:paraId="0E95E09D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93F28" w:rsidRPr="00221465" w14:paraId="16E51841" w14:textId="77777777" w:rsidTr="00093F28">
        <w:trPr>
          <w:trHeight w:val="697"/>
        </w:trPr>
        <w:tc>
          <w:tcPr>
            <w:tcW w:w="3681" w:type="dxa"/>
          </w:tcPr>
          <w:p w14:paraId="58324D64" w14:textId="785C7707" w:rsidR="00093F28" w:rsidRPr="00FF65DD" w:rsidRDefault="00093F28" w:rsidP="00093F28">
            <w:pPr>
              <w:keepLines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LC/LC MMF </w:t>
            </w:r>
            <w:proofErr w:type="spellStart"/>
            <w:r>
              <w:rPr>
                <w:rFonts w:asciiTheme="majorHAnsi" w:hAnsiTheme="majorHAnsi"/>
              </w:rPr>
              <w:t>patch</w:t>
            </w:r>
            <w:proofErr w:type="spellEnd"/>
            <w:r>
              <w:rPr>
                <w:rFonts w:asciiTheme="majorHAnsi" w:hAnsiTheme="majorHAnsi"/>
              </w:rPr>
              <w:t xml:space="preserve"> kabel v délce 5 m</w:t>
            </w:r>
          </w:p>
        </w:tc>
        <w:tc>
          <w:tcPr>
            <w:tcW w:w="1843" w:type="dxa"/>
          </w:tcPr>
          <w:p w14:paraId="1CCFD850" w14:textId="7BCAE158" w:rsidR="00093F28" w:rsidRPr="00FF65DD" w:rsidRDefault="00093F28" w:rsidP="00093F28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63" w:type="dxa"/>
            <w:vAlign w:val="center"/>
          </w:tcPr>
          <w:p w14:paraId="6CAA2683" w14:textId="14C77500" w:rsidR="00093F28" w:rsidRPr="00FF65DD" w:rsidRDefault="001945ED" w:rsidP="00093F28">
            <w:pPr>
              <w:keepLines/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012" w:type="dxa"/>
          </w:tcPr>
          <w:p w14:paraId="56946B4C" w14:textId="31047863" w:rsidR="00093F28" w:rsidRPr="00FF65DD" w:rsidRDefault="00093F28" w:rsidP="00093F28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3CD67F1C" w14:textId="77777777" w:rsidTr="003A21A9">
        <w:trPr>
          <w:trHeight w:val="682"/>
        </w:trPr>
        <w:tc>
          <w:tcPr>
            <w:tcW w:w="3681" w:type="dxa"/>
            <w:shd w:val="clear" w:color="auto" w:fill="E7E6E6" w:themeFill="background2"/>
          </w:tcPr>
          <w:p w14:paraId="14FD6238" w14:textId="77777777" w:rsidR="00EF3BFB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 Hardware v Kč bez DPH</w:t>
            </w:r>
          </w:p>
        </w:tc>
        <w:tc>
          <w:tcPr>
            <w:tcW w:w="4918" w:type="dxa"/>
            <w:gridSpan w:val="3"/>
            <w:shd w:val="clear" w:color="auto" w:fill="E7E6E6" w:themeFill="background2"/>
          </w:tcPr>
          <w:p w14:paraId="57ADAD19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4958F8E5" w14:textId="77777777" w:rsidTr="00093F28">
        <w:trPr>
          <w:trHeight w:val="682"/>
        </w:trPr>
        <w:tc>
          <w:tcPr>
            <w:tcW w:w="3681" w:type="dxa"/>
          </w:tcPr>
          <w:p w14:paraId="0BD725A6" w14:textId="77777777" w:rsidR="00656B8C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lastRenderedPageBreak/>
              <w:t>Výše DPH</w:t>
            </w:r>
          </w:p>
        </w:tc>
        <w:tc>
          <w:tcPr>
            <w:tcW w:w="4918" w:type="dxa"/>
            <w:gridSpan w:val="3"/>
          </w:tcPr>
          <w:p w14:paraId="57CC07ED" w14:textId="77777777" w:rsidR="00656B8C" w:rsidRPr="00FF65DD" w:rsidRDefault="00656B8C" w:rsidP="00805A75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73403A1" w14:textId="77777777" w:rsidTr="003A21A9">
        <w:trPr>
          <w:trHeight w:val="902"/>
        </w:trPr>
        <w:tc>
          <w:tcPr>
            <w:tcW w:w="3681" w:type="dxa"/>
            <w:shd w:val="clear" w:color="auto" w:fill="FFFFFF" w:themeFill="background1"/>
          </w:tcPr>
          <w:p w14:paraId="7551554F" w14:textId="77777777" w:rsidR="00656B8C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 Hardware v Kč včetně DPH</w:t>
            </w:r>
          </w:p>
        </w:tc>
        <w:tc>
          <w:tcPr>
            <w:tcW w:w="4918" w:type="dxa"/>
            <w:gridSpan w:val="3"/>
            <w:shd w:val="clear" w:color="auto" w:fill="FFFFFF" w:themeFill="background1"/>
          </w:tcPr>
          <w:p w14:paraId="4C42BC06" w14:textId="77777777" w:rsidR="00656B8C" w:rsidRPr="00FF65DD" w:rsidRDefault="00656B8C" w:rsidP="00805A75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5077C1C" w14:textId="77777777" w:rsidR="00EF3BFB" w:rsidRPr="00093F28" w:rsidRDefault="00EF3BFB" w:rsidP="00C279C2">
      <w:pPr>
        <w:pStyle w:val="1lnek"/>
      </w:pPr>
      <w:r w:rsidRPr="00093F28">
        <w:t xml:space="preserve">Cena Služeb: </w:t>
      </w:r>
    </w:p>
    <w:p w14:paraId="0E21691E" w14:textId="77777777" w:rsidR="00093F28" w:rsidRDefault="00093F28" w:rsidP="00093F28">
      <w:pPr>
        <w:pStyle w:val="1lnek"/>
        <w:numPr>
          <w:ilvl w:val="0"/>
          <w:numId w:val="0"/>
        </w:numPr>
        <w:ind w:left="567" w:hanging="567"/>
        <w:rPr>
          <w:highlight w:val="yellow"/>
        </w:rPr>
      </w:pPr>
    </w:p>
    <w:tbl>
      <w:tblPr>
        <w:tblStyle w:val="Mkatabulky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098"/>
        <w:gridCol w:w="3402"/>
      </w:tblGrid>
      <w:tr w:rsidR="00EF3BFB" w:rsidRPr="00221465" w14:paraId="554FE30F" w14:textId="77777777" w:rsidTr="00656B8C">
        <w:tc>
          <w:tcPr>
            <w:tcW w:w="2972" w:type="dxa"/>
            <w:shd w:val="clear" w:color="auto" w:fill="D9D9D9"/>
          </w:tcPr>
          <w:p w14:paraId="698F0D80" w14:textId="77777777" w:rsidR="00EF3BFB" w:rsidRPr="00C279C2" w:rsidRDefault="00EF3BFB" w:rsidP="00805A75">
            <w:pPr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Specifikace Služeb </w:t>
            </w:r>
          </w:p>
        </w:tc>
        <w:tc>
          <w:tcPr>
            <w:tcW w:w="2098" w:type="dxa"/>
            <w:shd w:val="clear" w:color="auto" w:fill="D9D9D9"/>
          </w:tcPr>
          <w:p w14:paraId="3005E215" w14:textId="77777777" w:rsidR="00EF3BFB" w:rsidRPr="00C279C2" w:rsidRDefault="00EF3BFB" w:rsidP="00805A75">
            <w:pPr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jeden rok Služby</w:t>
            </w:r>
          </w:p>
          <w:p w14:paraId="6CBF1FC2" w14:textId="77777777" w:rsidR="00EF3BFB" w:rsidRPr="00C279C2" w:rsidRDefault="00EF3BFB" w:rsidP="00805A75">
            <w:pPr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(v Kč bez </w:t>
            </w:r>
            <w:proofErr w:type="gramStart"/>
            <w:r w:rsidRPr="00C279C2">
              <w:rPr>
                <w:rStyle w:val="Siln"/>
                <w:rFonts w:asciiTheme="minorHAnsi" w:hAnsiTheme="minorHAnsi"/>
              </w:rPr>
              <w:t>DPH )</w:t>
            </w:r>
            <w:proofErr w:type="gramEnd"/>
          </w:p>
        </w:tc>
        <w:tc>
          <w:tcPr>
            <w:tcW w:w="3402" w:type="dxa"/>
            <w:shd w:val="clear" w:color="auto" w:fill="D9D9D9"/>
          </w:tcPr>
          <w:p w14:paraId="7B325766" w14:textId="5B4779FB" w:rsidR="00EF3BFB" w:rsidRPr="00C279C2" w:rsidRDefault="00EF3BFB" w:rsidP="00805A75">
            <w:pPr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cena za </w:t>
            </w:r>
            <w:r w:rsidR="008A26C6">
              <w:rPr>
                <w:rStyle w:val="Siln"/>
                <w:rFonts w:asciiTheme="minorHAnsi" w:hAnsiTheme="minorHAnsi"/>
              </w:rPr>
              <w:t>5 let</w:t>
            </w:r>
            <w:r w:rsidRPr="00C279C2">
              <w:rPr>
                <w:rStyle w:val="Siln"/>
                <w:rFonts w:asciiTheme="minorHAnsi" w:hAnsiTheme="minorHAnsi"/>
              </w:rPr>
              <w:t xml:space="preserve"> Služby (v Kč bez DPH)</w:t>
            </w:r>
          </w:p>
        </w:tc>
      </w:tr>
      <w:tr w:rsidR="00EF3BFB" w:rsidRPr="00221465" w14:paraId="5DE8D0B2" w14:textId="77777777" w:rsidTr="00656B8C">
        <w:tc>
          <w:tcPr>
            <w:tcW w:w="2972" w:type="dxa"/>
          </w:tcPr>
          <w:p w14:paraId="74C68BCA" w14:textId="2296F019" w:rsidR="00EF3BFB" w:rsidRPr="00FF65DD" w:rsidRDefault="00622FC7" w:rsidP="00805A75">
            <w:pPr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Implementace, konfigurace a migrace ze současného řešení</w:t>
            </w:r>
            <w:r w:rsidR="003A21A9">
              <w:rPr>
                <w:rFonts w:asciiTheme="majorHAnsi" w:hAnsiTheme="majorHAnsi"/>
              </w:rPr>
              <w:t xml:space="preserve">, podpora v rozsahu </w:t>
            </w:r>
            <w:r w:rsidR="00A252F2">
              <w:t xml:space="preserve">servisního modelu v režimu </w:t>
            </w:r>
            <w:r w:rsidR="00A252F2" w:rsidRPr="00793183">
              <w:t xml:space="preserve">B3 ve smyslu čl. 12.2. </w:t>
            </w:r>
            <w:r w:rsidR="00A252F2" w:rsidRPr="00793183">
              <w:rPr>
                <w:noProof/>
              </w:rPr>
              <w:t>Přílohy č. 5</w:t>
            </w:r>
            <w:r w:rsidR="00A252F2">
              <w:rPr>
                <w:noProof/>
              </w:rPr>
              <w:t xml:space="preserve"> Smlouvy - </w:t>
            </w:r>
            <w:r w:rsidR="00A252F2" w:rsidRPr="00793183">
              <w:rPr>
                <w:rStyle w:val="Kurzva"/>
              </w:rPr>
              <w:t>Zvláštní obchodní podmínky</w:t>
            </w:r>
            <w:r w:rsidR="00A252F2" w:rsidDel="00A252F2">
              <w:rPr>
                <w:rFonts w:asciiTheme="majorHAnsi" w:hAnsiTheme="majorHAnsi"/>
              </w:rPr>
              <w:t xml:space="preserve"> </w:t>
            </w:r>
            <w:r w:rsidR="003A21A9">
              <w:rPr>
                <w:rFonts w:asciiTheme="majorHAnsi" w:hAnsiTheme="majorHAnsi"/>
              </w:rPr>
              <w:t>(Praha)</w:t>
            </w:r>
          </w:p>
        </w:tc>
        <w:tc>
          <w:tcPr>
            <w:tcW w:w="2098" w:type="dxa"/>
          </w:tcPr>
          <w:p w14:paraId="7FEDC050" w14:textId="77777777" w:rsidR="00EF3BFB" w:rsidRPr="00FF65DD" w:rsidRDefault="00EF3BFB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5EF7A7AF" w14:textId="77777777" w:rsidR="00EF3BFB" w:rsidRPr="00FF65DD" w:rsidRDefault="00EF3BFB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PRODÁVAJÍCÍ]</w:t>
            </w:r>
          </w:p>
        </w:tc>
      </w:tr>
      <w:tr w:rsidR="00EF3BFB" w:rsidRPr="00221465" w14:paraId="3381AF46" w14:textId="77777777" w:rsidTr="00656B8C">
        <w:tc>
          <w:tcPr>
            <w:tcW w:w="2972" w:type="dxa"/>
          </w:tcPr>
          <w:p w14:paraId="479B1AA0" w14:textId="42734B14" w:rsidR="00EF3BFB" w:rsidRPr="00FF65DD" w:rsidRDefault="003A21A9" w:rsidP="00805A75">
            <w:pPr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Implementace, konfigurace a migrace ze současného řešení, podpora v rozsahu „</w:t>
            </w:r>
            <w:r w:rsidR="00A252F2">
              <w:t xml:space="preserve">servisního modelu v režimu </w:t>
            </w:r>
            <w:r w:rsidR="00A252F2" w:rsidRPr="00793183">
              <w:t xml:space="preserve">B3 ve smyslu čl. 12.2. </w:t>
            </w:r>
            <w:r w:rsidR="00A252F2" w:rsidRPr="00793183">
              <w:rPr>
                <w:noProof/>
              </w:rPr>
              <w:t>Přílohy č. 5</w:t>
            </w:r>
            <w:r w:rsidR="00A252F2">
              <w:rPr>
                <w:noProof/>
              </w:rPr>
              <w:t xml:space="preserve"> Smlouvy - </w:t>
            </w:r>
            <w:r w:rsidR="00A252F2" w:rsidRPr="00793183">
              <w:rPr>
                <w:rStyle w:val="Kurzva"/>
              </w:rPr>
              <w:t>Zvláštní obchodní podmínky</w:t>
            </w:r>
            <w:r>
              <w:rPr>
                <w:rFonts w:asciiTheme="majorHAnsi" w:hAnsiTheme="majorHAnsi"/>
              </w:rPr>
              <w:t xml:space="preserve"> (Plzeň)</w:t>
            </w:r>
          </w:p>
        </w:tc>
        <w:tc>
          <w:tcPr>
            <w:tcW w:w="2098" w:type="dxa"/>
          </w:tcPr>
          <w:p w14:paraId="24593D6D" w14:textId="77777777" w:rsidR="00EF3BFB" w:rsidRPr="00FF65DD" w:rsidRDefault="00EF3BFB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0E963526" w14:textId="77777777" w:rsidR="00EF3BFB" w:rsidRPr="00FF65DD" w:rsidRDefault="00EF3BFB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3A21A9" w:rsidRPr="00221465" w14:paraId="1F78FBC3" w14:textId="77777777" w:rsidTr="003A21A9">
        <w:trPr>
          <w:trHeight w:val="60"/>
        </w:trPr>
        <w:tc>
          <w:tcPr>
            <w:tcW w:w="5070" w:type="dxa"/>
            <w:gridSpan w:val="2"/>
            <w:shd w:val="clear" w:color="auto" w:fill="E7E6E6" w:themeFill="background2"/>
          </w:tcPr>
          <w:p w14:paraId="271CE649" w14:textId="0A8EB9FD" w:rsidR="003A21A9" w:rsidRPr="00FF65DD" w:rsidRDefault="003A21A9" w:rsidP="00805A75">
            <w:pPr>
              <w:rPr>
                <w:rFonts w:asciiTheme="majorHAnsi" w:hAnsiTheme="majorHAnsi"/>
                <w:b/>
                <w:szCs w:val="18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 Služby (v Kč bez DPH)</w:t>
            </w:r>
          </w:p>
        </w:tc>
        <w:tc>
          <w:tcPr>
            <w:tcW w:w="3402" w:type="dxa"/>
            <w:shd w:val="clear" w:color="auto" w:fill="E7E6E6" w:themeFill="background2"/>
          </w:tcPr>
          <w:p w14:paraId="1ABB5357" w14:textId="77777777" w:rsidR="003A21A9" w:rsidRPr="00FF65DD" w:rsidRDefault="003A21A9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3A21A9" w:rsidRPr="00221465" w14:paraId="2977AF64" w14:textId="77777777" w:rsidTr="00F2513E">
        <w:trPr>
          <w:trHeight w:val="60"/>
        </w:trPr>
        <w:tc>
          <w:tcPr>
            <w:tcW w:w="5070" w:type="dxa"/>
            <w:gridSpan w:val="2"/>
          </w:tcPr>
          <w:p w14:paraId="7FB8D7CF" w14:textId="7C9690E8" w:rsidR="003A21A9" w:rsidRPr="00FF65DD" w:rsidRDefault="003A21A9" w:rsidP="00656B8C">
            <w:pPr>
              <w:keepLines/>
              <w:rPr>
                <w:rFonts w:asciiTheme="majorHAnsi" w:hAnsiTheme="majorHAnsi"/>
                <w:highlight w:val="green"/>
              </w:rPr>
            </w:pPr>
            <w:r w:rsidRPr="00C279C2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3402" w:type="dxa"/>
          </w:tcPr>
          <w:p w14:paraId="713C1828" w14:textId="77777777" w:rsidR="003A21A9" w:rsidRPr="00FF65DD" w:rsidRDefault="003A21A9" w:rsidP="00656B8C">
            <w:pPr>
              <w:keepLines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3A21A9" w:rsidRPr="00221465" w14:paraId="74D00038" w14:textId="77777777" w:rsidTr="003A21A9">
        <w:trPr>
          <w:trHeight w:val="60"/>
        </w:trPr>
        <w:tc>
          <w:tcPr>
            <w:tcW w:w="5070" w:type="dxa"/>
            <w:gridSpan w:val="2"/>
            <w:shd w:val="clear" w:color="auto" w:fill="FFFFFF" w:themeFill="background1"/>
          </w:tcPr>
          <w:p w14:paraId="120E2912" w14:textId="55B6E3BA" w:rsidR="003A21A9" w:rsidRPr="003A21A9" w:rsidRDefault="003A21A9" w:rsidP="00656B8C">
            <w:pPr>
              <w:keepLines/>
              <w:rPr>
                <w:rFonts w:asciiTheme="majorHAnsi" w:hAnsiTheme="majorHAnsi"/>
              </w:rPr>
            </w:pPr>
            <w:r w:rsidRPr="003A21A9">
              <w:rPr>
                <w:rStyle w:val="Siln"/>
                <w:rFonts w:asciiTheme="minorHAnsi" w:hAnsiTheme="minorHAnsi"/>
              </w:rPr>
              <w:t xml:space="preserve">Cena celkem za </w:t>
            </w:r>
            <w:r w:rsidR="00C375FC">
              <w:rPr>
                <w:rStyle w:val="Siln"/>
                <w:rFonts w:asciiTheme="minorHAnsi" w:hAnsiTheme="minorHAnsi"/>
              </w:rPr>
              <w:t>Služby</w:t>
            </w:r>
            <w:r w:rsidRPr="003A21A9">
              <w:rPr>
                <w:rStyle w:val="Siln"/>
                <w:rFonts w:asciiTheme="minorHAnsi" w:hAnsiTheme="minorHAnsi"/>
              </w:rPr>
              <w:t xml:space="preserve"> v Kč včetně DPH</w:t>
            </w:r>
          </w:p>
        </w:tc>
        <w:tc>
          <w:tcPr>
            <w:tcW w:w="3402" w:type="dxa"/>
            <w:shd w:val="clear" w:color="auto" w:fill="FFFFFF" w:themeFill="background1"/>
          </w:tcPr>
          <w:p w14:paraId="444A634B" w14:textId="77777777" w:rsidR="003A21A9" w:rsidRPr="003A21A9" w:rsidRDefault="003A21A9" w:rsidP="00656B8C">
            <w:pPr>
              <w:keepLines/>
              <w:rPr>
                <w:rFonts w:asciiTheme="majorHAnsi" w:hAnsiTheme="majorHAnsi"/>
                <w:b/>
              </w:rPr>
            </w:pPr>
            <w:r w:rsidRPr="003A21A9">
              <w:rPr>
                <w:rFonts w:asciiTheme="majorHAnsi" w:hAnsiTheme="majorHAnsi"/>
                <w:highlight w:val="green"/>
              </w:rPr>
              <w:t>[</w:t>
            </w:r>
            <w:r w:rsidRPr="003A21A9">
              <w:rPr>
                <w:rFonts w:asciiTheme="minorHAnsi" w:hAnsiTheme="minorHAnsi"/>
                <w:highlight w:val="green"/>
              </w:rPr>
              <w:t>DOPLNÍ PRODÁVAJÍCÍ</w:t>
            </w:r>
            <w:r w:rsidRPr="003A21A9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964782A" w14:textId="77777777" w:rsidR="00093F28" w:rsidRDefault="00093F28" w:rsidP="00093F28">
      <w:pPr>
        <w:pStyle w:val="1lnek"/>
        <w:numPr>
          <w:ilvl w:val="0"/>
          <w:numId w:val="0"/>
        </w:numPr>
      </w:pPr>
    </w:p>
    <w:p w14:paraId="52D6D660" w14:textId="77777777" w:rsidR="00093F28" w:rsidRDefault="00093F28" w:rsidP="00093F28">
      <w:pPr>
        <w:pStyle w:val="1lnek"/>
        <w:numPr>
          <w:ilvl w:val="0"/>
          <w:numId w:val="0"/>
        </w:numPr>
      </w:pPr>
    </w:p>
    <w:p w14:paraId="6AA56B96" w14:textId="16EAFB8B" w:rsidR="00EF3BFB" w:rsidRPr="00C528D1" w:rsidRDefault="00EF3BFB" w:rsidP="00C279C2">
      <w:pPr>
        <w:pStyle w:val="1lnek"/>
      </w:pPr>
      <w:r w:rsidRPr="00C528D1">
        <w:t>cena Školení</w:t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660"/>
        <w:gridCol w:w="1843"/>
        <w:gridCol w:w="1984"/>
      </w:tblGrid>
      <w:tr w:rsidR="00A252F2" w:rsidRPr="00FF65DD" w14:paraId="2CB2D53C" w14:textId="77777777" w:rsidTr="00805A75">
        <w:tc>
          <w:tcPr>
            <w:tcW w:w="2660" w:type="dxa"/>
            <w:shd w:val="clear" w:color="auto" w:fill="D9D9D9"/>
          </w:tcPr>
          <w:p w14:paraId="6B3D9C63" w14:textId="77777777" w:rsidR="00A252F2" w:rsidRPr="00C279C2" w:rsidRDefault="00A252F2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Školení </w:t>
            </w:r>
          </w:p>
        </w:tc>
        <w:tc>
          <w:tcPr>
            <w:tcW w:w="1843" w:type="dxa"/>
            <w:shd w:val="clear" w:color="auto" w:fill="D9D9D9"/>
          </w:tcPr>
          <w:p w14:paraId="35A56F49" w14:textId="77777777" w:rsidR="00A252F2" w:rsidRPr="00C279C2" w:rsidRDefault="00A252F2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jedno Školení (v Kč bez DPH)</w:t>
            </w:r>
          </w:p>
        </w:tc>
        <w:tc>
          <w:tcPr>
            <w:tcW w:w="1984" w:type="dxa"/>
            <w:shd w:val="clear" w:color="auto" w:fill="D9D9D9"/>
          </w:tcPr>
          <w:p w14:paraId="26AB1DF6" w14:textId="77777777" w:rsidR="00A252F2" w:rsidRPr="00C279C2" w:rsidRDefault="00A252F2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Počet Školení</w:t>
            </w:r>
          </w:p>
        </w:tc>
      </w:tr>
      <w:tr w:rsidR="00A252F2" w:rsidRPr="00FF65DD" w14:paraId="16866157" w14:textId="77777777" w:rsidTr="00093F28">
        <w:trPr>
          <w:trHeight w:val="978"/>
        </w:trPr>
        <w:tc>
          <w:tcPr>
            <w:tcW w:w="2660" w:type="dxa"/>
          </w:tcPr>
          <w:p w14:paraId="63AB3004" w14:textId="68F4A470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</w:rPr>
              <w:t>Školení</w:t>
            </w:r>
            <w:r>
              <w:rPr>
                <w:rFonts w:asciiTheme="majorHAnsi" w:hAnsiTheme="majorHAnsi"/>
              </w:rPr>
              <w:t xml:space="preserve"> 8 hodin pro </w:t>
            </w:r>
            <w:proofErr w:type="gramStart"/>
            <w:r>
              <w:rPr>
                <w:rFonts w:asciiTheme="majorHAnsi" w:hAnsiTheme="majorHAnsi"/>
              </w:rPr>
              <w:t>min.6  zaměstnanců</w:t>
            </w:r>
            <w:proofErr w:type="gramEnd"/>
          </w:p>
        </w:tc>
        <w:tc>
          <w:tcPr>
            <w:tcW w:w="1843" w:type="dxa"/>
          </w:tcPr>
          <w:p w14:paraId="395E05C3" w14:textId="77777777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670FCA6D" w14:textId="29DAE864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</w:tr>
      <w:tr w:rsidR="00EF3BFB" w:rsidRPr="00FF65DD" w14:paraId="11EB71A0" w14:textId="77777777" w:rsidTr="00A252F2">
        <w:tc>
          <w:tcPr>
            <w:tcW w:w="2660" w:type="dxa"/>
            <w:shd w:val="clear" w:color="auto" w:fill="E7E6E6" w:themeFill="background2"/>
          </w:tcPr>
          <w:p w14:paraId="3C5109AB" w14:textId="45A0F5F4" w:rsidR="00EF3BFB" w:rsidRPr="00C279C2" w:rsidRDefault="00656B8C" w:rsidP="00805A75">
            <w:pPr>
              <w:keepLines/>
              <w:rPr>
                <w:rStyle w:val="Siln"/>
              </w:rPr>
            </w:pPr>
            <w:bookmarkStart w:id="1" w:name="_GoBack" w:colFirst="0" w:colLast="2"/>
            <w:r w:rsidRPr="00C279C2">
              <w:rPr>
                <w:rStyle w:val="Siln"/>
                <w:rFonts w:asciiTheme="minorHAnsi" w:hAnsiTheme="minorHAnsi"/>
              </w:rPr>
              <w:t xml:space="preserve">cena celkem za </w:t>
            </w:r>
            <w:r w:rsidR="004B4CAD">
              <w:rPr>
                <w:rStyle w:val="Siln"/>
                <w:rFonts w:asciiTheme="minorHAnsi" w:hAnsiTheme="minorHAnsi"/>
              </w:rPr>
              <w:t>3</w:t>
            </w:r>
            <w:r w:rsidR="004B4CAD">
              <w:rPr>
                <w:rStyle w:val="Siln"/>
              </w:rPr>
              <w:t xml:space="preserve"> </w:t>
            </w:r>
            <w:r w:rsidRPr="00C279C2">
              <w:rPr>
                <w:rStyle w:val="Siln"/>
                <w:rFonts w:asciiTheme="minorHAnsi" w:hAnsiTheme="minorHAnsi"/>
              </w:rPr>
              <w:t>Školení v Kč bez DPH</w:t>
            </w:r>
          </w:p>
        </w:tc>
        <w:tc>
          <w:tcPr>
            <w:tcW w:w="3827" w:type="dxa"/>
            <w:gridSpan w:val="2"/>
            <w:shd w:val="clear" w:color="auto" w:fill="E7E6E6" w:themeFill="background2"/>
          </w:tcPr>
          <w:p w14:paraId="0BECAE68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PRODÁVAJÍCÍ]</w:t>
            </w:r>
          </w:p>
        </w:tc>
      </w:tr>
      <w:tr w:rsidR="00656B8C" w:rsidRPr="00FF65DD" w14:paraId="4E5742FC" w14:textId="77777777" w:rsidTr="00A252F2">
        <w:tc>
          <w:tcPr>
            <w:tcW w:w="2660" w:type="dxa"/>
          </w:tcPr>
          <w:p w14:paraId="1072B030" w14:textId="77777777" w:rsidR="00656B8C" w:rsidRPr="00C279C2" w:rsidRDefault="00656B8C" w:rsidP="00656B8C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3827" w:type="dxa"/>
            <w:gridSpan w:val="2"/>
          </w:tcPr>
          <w:p w14:paraId="1ADDE999" w14:textId="77777777" w:rsidR="00656B8C" w:rsidRPr="00FF65DD" w:rsidRDefault="00656B8C" w:rsidP="00656B8C">
            <w:pPr>
              <w:keepLines/>
              <w:rPr>
                <w:rFonts w:asciiTheme="majorHAnsi" w:hAnsiTheme="majorHAnsi"/>
                <w:highlight w:val="green"/>
              </w:rPr>
            </w:pPr>
            <w:r w:rsidRPr="00C279C2">
              <w:rPr>
                <w:rFonts w:asciiTheme="minorHAnsi" w:hAnsiTheme="minorHAnsi"/>
                <w:highlight w:val="green"/>
              </w:rPr>
              <w:t>[DOPLNÍ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77C17994" w14:textId="77777777" w:rsidTr="00A252F2">
        <w:tc>
          <w:tcPr>
            <w:tcW w:w="2660" w:type="dxa"/>
          </w:tcPr>
          <w:p w14:paraId="04B1A46D" w14:textId="1F99C221" w:rsidR="00656B8C" w:rsidRPr="00C279C2" w:rsidRDefault="00656B8C" w:rsidP="00656B8C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</w:t>
            </w:r>
            <w:r w:rsidR="004B4CAD">
              <w:rPr>
                <w:rStyle w:val="Siln"/>
                <w:rFonts w:asciiTheme="minorHAnsi" w:hAnsiTheme="minorHAnsi"/>
              </w:rPr>
              <w:t xml:space="preserve"> </w:t>
            </w:r>
            <w:r w:rsidR="004B4CAD">
              <w:rPr>
                <w:rStyle w:val="Siln"/>
              </w:rPr>
              <w:t>3</w:t>
            </w:r>
            <w:r w:rsidRPr="00C279C2">
              <w:rPr>
                <w:rStyle w:val="Siln"/>
                <w:rFonts w:asciiTheme="minorHAnsi" w:hAnsiTheme="minorHAnsi"/>
              </w:rPr>
              <w:t xml:space="preserve"> </w:t>
            </w:r>
            <w:r w:rsidR="00C528D1">
              <w:rPr>
                <w:rStyle w:val="Siln"/>
                <w:rFonts w:asciiTheme="minorHAnsi" w:hAnsiTheme="minorHAnsi"/>
              </w:rPr>
              <w:t>Š</w:t>
            </w:r>
            <w:r w:rsidR="00C528D1">
              <w:rPr>
                <w:rStyle w:val="Siln"/>
              </w:rPr>
              <w:t>kolení</w:t>
            </w:r>
            <w:r w:rsidRPr="00C279C2">
              <w:rPr>
                <w:rStyle w:val="Siln"/>
                <w:rFonts w:asciiTheme="minorHAnsi" w:hAnsiTheme="minorHAnsi"/>
              </w:rPr>
              <w:t xml:space="preserve"> v Kč včetně DPH</w:t>
            </w:r>
          </w:p>
        </w:tc>
        <w:tc>
          <w:tcPr>
            <w:tcW w:w="3827" w:type="dxa"/>
            <w:gridSpan w:val="2"/>
          </w:tcPr>
          <w:p w14:paraId="2DFDAC23" w14:textId="77777777" w:rsidR="00656B8C" w:rsidRPr="00FF65DD" w:rsidRDefault="00656B8C" w:rsidP="00656B8C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bookmarkEnd w:id="1"/>
    <w:p w14:paraId="506C1DE0" w14:textId="79F9B949" w:rsidR="00EF3BFB" w:rsidRDefault="00C528D1" w:rsidP="00C528D1">
      <w:pPr>
        <w:pStyle w:val="1lnek"/>
      </w:pPr>
      <w:r>
        <w:lastRenderedPageBreak/>
        <w:t>Celková cena za plnění</w:t>
      </w:r>
    </w:p>
    <w:p w14:paraId="23F7E535" w14:textId="77777777" w:rsidR="008A26C6" w:rsidRPr="00FF65DD" w:rsidRDefault="008A26C6" w:rsidP="008A26C6">
      <w:pPr>
        <w:pStyle w:val="1lnek"/>
        <w:numPr>
          <w:ilvl w:val="0"/>
          <w:numId w:val="0"/>
        </w:num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3006"/>
      </w:tblGrid>
      <w:tr w:rsidR="00EF3BFB" w:rsidRPr="00FF65DD" w14:paraId="21F94E8E" w14:textId="77777777" w:rsidTr="00A252F2">
        <w:tc>
          <w:tcPr>
            <w:tcW w:w="3510" w:type="dxa"/>
            <w:shd w:val="clear" w:color="auto" w:fill="E7E6E6" w:themeFill="background2"/>
          </w:tcPr>
          <w:p w14:paraId="5EC3091E" w14:textId="116B0F7B" w:rsidR="00EF3BFB" w:rsidRPr="00C279C2" w:rsidRDefault="00EF3BFB" w:rsidP="00805A75">
            <w:pPr>
              <w:rPr>
                <w:rStyle w:val="Siln"/>
              </w:rPr>
            </w:pPr>
            <w:bookmarkStart w:id="2" w:name="_Hlk28982191"/>
            <w:r w:rsidRPr="00C279C2">
              <w:rPr>
                <w:rStyle w:val="Siln"/>
                <w:rFonts w:asciiTheme="minorHAnsi" w:hAnsiTheme="minorHAnsi"/>
              </w:rPr>
              <w:t xml:space="preserve">Celková Cena za Plnění, tj. součet všech výše uvedených cen </w:t>
            </w:r>
            <w:r w:rsidR="008A26C6">
              <w:rPr>
                <w:rStyle w:val="Siln"/>
                <w:rFonts w:asciiTheme="minorHAnsi" w:hAnsiTheme="minorHAnsi"/>
              </w:rPr>
              <w:t xml:space="preserve">za HW, služby a školení </w:t>
            </w:r>
            <w:r w:rsidRPr="00C279C2">
              <w:rPr>
                <w:rStyle w:val="Siln"/>
                <w:rFonts w:asciiTheme="minorHAnsi" w:hAnsiTheme="minorHAnsi"/>
              </w:rPr>
              <w:t xml:space="preserve">(v Kč bez DPH): </w:t>
            </w:r>
          </w:p>
        </w:tc>
        <w:tc>
          <w:tcPr>
            <w:tcW w:w="3006" w:type="dxa"/>
            <w:shd w:val="clear" w:color="auto" w:fill="E7E6E6" w:themeFill="background2"/>
          </w:tcPr>
          <w:p w14:paraId="7B41AF91" w14:textId="77777777" w:rsidR="00EF3BFB" w:rsidRPr="00FF65DD" w:rsidRDefault="00EF3BFB" w:rsidP="00805A75">
            <w:pPr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1F055AF9" w14:textId="77777777" w:rsidTr="00A252F2">
        <w:tc>
          <w:tcPr>
            <w:tcW w:w="3510" w:type="dxa"/>
          </w:tcPr>
          <w:p w14:paraId="7447613E" w14:textId="77777777" w:rsidR="00656B8C" w:rsidRPr="00C279C2" w:rsidRDefault="00656B8C" w:rsidP="00656B8C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3006" w:type="dxa"/>
          </w:tcPr>
          <w:p w14:paraId="716A888C" w14:textId="77777777" w:rsidR="00656B8C" w:rsidRPr="00FF65DD" w:rsidRDefault="00656B8C" w:rsidP="00656B8C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16F13EE8" w14:textId="77777777" w:rsidTr="00A252F2">
        <w:tc>
          <w:tcPr>
            <w:tcW w:w="3510" w:type="dxa"/>
          </w:tcPr>
          <w:p w14:paraId="2B7FBC87" w14:textId="216366B3" w:rsidR="00656B8C" w:rsidRPr="00C279C2" w:rsidRDefault="00656B8C" w:rsidP="00656B8C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Cena celkem za </w:t>
            </w:r>
            <w:r w:rsidR="00C375FC">
              <w:rPr>
                <w:rStyle w:val="Siln"/>
                <w:rFonts w:asciiTheme="minorHAnsi" w:hAnsiTheme="minorHAnsi"/>
              </w:rPr>
              <w:t>P</w:t>
            </w:r>
            <w:r w:rsidR="00C375FC">
              <w:rPr>
                <w:rStyle w:val="Siln"/>
              </w:rPr>
              <w:t>lnění</w:t>
            </w:r>
            <w:r w:rsidRPr="00C279C2">
              <w:rPr>
                <w:rStyle w:val="Siln"/>
                <w:rFonts w:asciiTheme="minorHAnsi" w:hAnsiTheme="minorHAnsi"/>
              </w:rPr>
              <w:t xml:space="preserve"> v Kč včetně DPH</w:t>
            </w:r>
          </w:p>
        </w:tc>
        <w:tc>
          <w:tcPr>
            <w:tcW w:w="3006" w:type="dxa"/>
          </w:tcPr>
          <w:p w14:paraId="5E70581D" w14:textId="77777777" w:rsidR="00656B8C" w:rsidRPr="00FF65DD" w:rsidRDefault="00656B8C" w:rsidP="00656B8C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3CA5E06" w14:textId="77777777" w:rsidR="008A26C6" w:rsidRDefault="008A26C6" w:rsidP="00C279C2">
      <w:pPr>
        <w:rPr>
          <w:rStyle w:val="Siln"/>
          <w:highlight w:val="yellow"/>
        </w:rPr>
      </w:pPr>
      <w:bookmarkStart w:id="3" w:name="_Toc517632215"/>
      <w:bookmarkStart w:id="4" w:name="_Toc517978992"/>
      <w:bookmarkStart w:id="5" w:name="_Toc518251189"/>
      <w:bookmarkStart w:id="6" w:name="_Toc533063765"/>
      <w:bookmarkEnd w:id="2"/>
    </w:p>
    <w:p w14:paraId="18F94BFB" w14:textId="77777777" w:rsidR="008A26C6" w:rsidRDefault="008A26C6" w:rsidP="00C279C2">
      <w:pPr>
        <w:rPr>
          <w:rStyle w:val="Siln"/>
          <w:highlight w:val="yellow"/>
        </w:rPr>
      </w:pPr>
    </w:p>
    <w:p w14:paraId="1111DBF3" w14:textId="77777777" w:rsidR="008A26C6" w:rsidRDefault="008A26C6" w:rsidP="00C279C2">
      <w:pPr>
        <w:rPr>
          <w:rStyle w:val="Siln"/>
          <w:highlight w:val="yellow"/>
        </w:rPr>
      </w:pPr>
    </w:p>
    <w:bookmarkEnd w:id="3"/>
    <w:bookmarkEnd w:id="4"/>
    <w:bookmarkEnd w:id="5"/>
    <w:bookmarkEnd w:id="6"/>
    <w:p w14:paraId="776B0A2D" w14:textId="353FC635" w:rsidR="00EF3BFB" w:rsidRPr="00221465" w:rsidRDefault="00EF3BFB" w:rsidP="008A036E"/>
    <w:p w14:paraId="60724C3E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CD129EB" w16cex:dateUtc="2024-06-21T13:11:00Z"/>
  <w16cex:commentExtensible w16cex:durableId="364B0DAE" w16cex:dateUtc="2024-06-21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9DC190" w16cid:durableId="5371A9E8"/>
  <w16cid:commentId w16cid:paraId="7829B028" w16cid:durableId="0CD129EB"/>
  <w16cid:commentId w16cid:paraId="0598BBBB" w16cid:durableId="1931CF66"/>
  <w16cid:commentId w16cid:paraId="057CB7C9" w16cid:durableId="364B0D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2F54A" w14:textId="77777777" w:rsidR="00B35235" w:rsidRDefault="00B35235" w:rsidP="00962258">
      <w:pPr>
        <w:spacing w:after="0" w:line="240" w:lineRule="auto"/>
      </w:pPr>
      <w:r>
        <w:separator/>
      </w:r>
    </w:p>
  </w:endnote>
  <w:endnote w:type="continuationSeparator" w:id="0">
    <w:p w14:paraId="6CDDF285" w14:textId="77777777" w:rsidR="00B35235" w:rsidRDefault="00B352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0B24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20421C" w14:textId="4CA830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4FB2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3A58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A18229" w14:textId="77777777" w:rsidR="00F1715C" w:rsidRDefault="00F1715C" w:rsidP="00D831A3">
          <w:pPr>
            <w:pStyle w:val="Zpat"/>
          </w:pPr>
        </w:p>
      </w:tc>
    </w:tr>
  </w:tbl>
  <w:p w14:paraId="1C75D9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A955C6" wp14:editId="324C57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D07F1B" wp14:editId="1AA8F4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059F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75C55C" w14:textId="04EA26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101FD" w14:textId="77777777" w:rsidR="00F1715C" w:rsidRDefault="00F1715C" w:rsidP="00C279C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560DC9" w14:textId="77777777" w:rsidR="00F1715C" w:rsidRDefault="00F1715C" w:rsidP="00C279C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5BBEA2" w14:textId="77777777" w:rsidR="00F1715C" w:rsidRDefault="00F1715C" w:rsidP="00C279C2">
          <w:pPr>
            <w:pStyle w:val="Zpat"/>
            <w:jc w:val="left"/>
          </w:pPr>
          <w:r>
            <w:t>Sídlo: Dlážděná 1003/7, 110 00 Praha 1</w:t>
          </w:r>
        </w:p>
        <w:p w14:paraId="25AD3095" w14:textId="77777777" w:rsidR="00F1715C" w:rsidRDefault="00F1715C" w:rsidP="00C279C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02D94E8" w14:textId="77777777" w:rsidR="00F1715C" w:rsidRDefault="00A85755" w:rsidP="00C279C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FB63469" w14:textId="77777777" w:rsidR="00F1715C" w:rsidRDefault="00F1715C" w:rsidP="00460660">
          <w:pPr>
            <w:pStyle w:val="Zpat"/>
          </w:pPr>
        </w:p>
      </w:tc>
    </w:tr>
  </w:tbl>
  <w:p w14:paraId="3ED1374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8918018" wp14:editId="60EC02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320DAF" wp14:editId="7043EA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4329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E0713" w14:textId="77777777" w:rsidR="00B35235" w:rsidRDefault="00B35235" w:rsidP="00962258">
      <w:pPr>
        <w:spacing w:after="0" w:line="240" w:lineRule="auto"/>
      </w:pPr>
      <w:r>
        <w:separator/>
      </w:r>
    </w:p>
  </w:footnote>
  <w:footnote w:type="continuationSeparator" w:id="0">
    <w:p w14:paraId="479FE38C" w14:textId="77777777" w:rsidR="00B35235" w:rsidRDefault="00B352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E1D4C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826A5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587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A7D6A2" w14:textId="77777777" w:rsidR="00F1715C" w:rsidRPr="00D6163D" w:rsidRDefault="00F1715C" w:rsidP="00D6163D">
          <w:pPr>
            <w:pStyle w:val="Druhdokumentu"/>
          </w:pPr>
        </w:p>
      </w:tc>
    </w:tr>
  </w:tbl>
  <w:p w14:paraId="73AD8F0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AC52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B20F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9E9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5A8BA6" w14:textId="77777777" w:rsidR="00F1715C" w:rsidRPr="00D6163D" w:rsidRDefault="00F1715C" w:rsidP="00FC6389">
          <w:pPr>
            <w:pStyle w:val="Druhdokumentu"/>
          </w:pPr>
        </w:p>
      </w:tc>
    </w:tr>
    <w:tr w:rsidR="009F392E" w14:paraId="78A4276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2D367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2A0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A644A5" w14:textId="77777777" w:rsidR="009F392E" w:rsidRPr="00D6163D" w:rsidRDefault="009F392E" w:rsidP="00FC6389">
          <w:pPr>
            <w:pStyle w:val="Druhdokumentu"/>
          </w:pPr>
        </w:p>
      </w:tc>
    </w:tr>
  </w:tbl>
  <w:p w14:paraId="4C88CD3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57CE5" wp14:editId="738536B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34E0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8925978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08A4"/>
    <w:rsid w:val="000177C2"/>
    <w:rsid w:val="00072C1E"/>
    <w:rsid w:val="00093F28"/>
    <w:rsid w:val="000E23A7"/>
    <w:rsid w:val="000E4423"/>
    <w:rsid w:val="0010693F"/>
    <w:rsid w:val="00110EE7"/>
    <w:rsid w:val="00114472"/>
    <w:rsid w:val="001550BC"/>
    <w:rsid w:val="001605B9"/>
    <w:rsid w:val="001622AB"/>
    <w:rsid w:val="00170EC5"/>
    <w:rsid w:val="001747C1"/>
    <w:rsid w:val="00174CDE"/>
    <w:rsid w:val="00184743"/>
    <w:rsid w:val="001945ED"/>
    <w:rsid w:val="001E496E"/>
    <w:rsid w:val="00207DF5"/>
    <w:rsid w:val="00280E07"/>
    <w:rsid w:val="002C31BF"/>
    <w:rsid w:val="002D08B1"/>
    <w:rsid w:val="002E0CD7"/>
    <w:rsid w:val="002F5072"/>
    <w:rsid w:val="00300612"/>
    <w:rsid w:val="00341DCF"/>
    <w:rsid w:val="00357BC6"/>
    <w:rsid w:val="00374B0B"/>
    <w:rsid w:val="003956C6"/>
    <w:rsid w:val="003A21A9"/>
    <w:rsid w:val="003B71C1"/>
    <w:rsid w:val="00436802"/>
    <w:rsid w:val="00441430"/>
    <w:rsid w:val="00450F07"/>
    <w:rsid w:val="00453CD3"/>
    <w:rsid w:val="00460660"/>
    <w:rsid w:val="00486107"/>
    <w:rsid w:val="00491827"/>
    <w:rsid w:val="004A078E"/>
    <w:rsid w:val="004B348C"/>
    <w:rsid w:val="004B4CAD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308"/>
    <w:rsid w:val="005F1404"/>
    <w:rsid w:val="0061068E"/>
    <w:rsid w:val="00622FC7"/>
    <w:rsid w:val="00656B8C"/>
    <w:rsid w:val="00660AD3"/>
    <w:rsid w:val="00677B7F"/>
    <w:rsid w:val="006A5570"/>
    <w:rsid w:val="006A689C"/>
    <w:rsid w:val="006B3D79"/>
    <w:rsid w:val="006C1011"/>
    <w:rsid w:val="006D7AFE"/>
    <w:rsid w:val="006E0578"/>
    <w:rsid w:val="006E314D"/>
    <w:rsid w:val="006F184E"/>
    <w:rsid w:val="00710723"/>
    <w:rsid w:val="00722DE9"/>
    <w:rsid w:val="00723ED1"/>
    <w:rsid w:val="00743525"/>
    <w:rsid w:val="0076286B"/>
    <w:rsid w:val="00766846"/>
    <w:rsid w:val="0077673A"/>
    <w:rsid w:val="007846E1"/>
    <w:rsid w:val="007975E5"/>
    <w:rsid w:val="007B570C"/>
    <w:rsid w:val="007C589B"/>
    <w:rsid w:val="007E4A6E"/>
    <w:rsid w:val="007F56A7"/>
    <w:rsid w:val="007F5A29"/>
    <w:rsid w:val="00807DD0"/>
    <w:rsid w:val="008659F3"/>
    <w:rsid w:val="00874DFC"/>
    <w:rsid w:val="00886D4B"/>
    <w:rsid w:val="00895406"/>
    <w:rsid w:val="008A036E"/>
    <w:rsid w:val="008A26C6"/>
    <w:rsid w:val="008A3568"/>
    <w:rsid w:val="008C23E8"/>
    <w:rsid w:val="008D03B9"/>
    <w:rsid w:val="008F18D6"/>
    <w:rsid w:val="00903B34"/>
    <w:rsid w:val="00904780"/>
    <w:rsid w:val="00907172"/>
    <w:rsid w:val="00922385"/>
    <w:rsid w:val="009223DF"/>
    <w:rsid w:val="00923DE9"/>
    <w:rsid w:val="00936091"/>
    <w:rsid w:val="00940D8A"/>
    <w:rsid w:val="00962258"/>
    <w:rsid w:val="009678B7"/>
    <w:rsid w:val="009833E1"/>
    <w:rsid w:val="00985FD4"/>
    <w:rsid w:val="00992D9C"/>
    <w:rsid w:val="00996CB8"/>
    <w:rsid w:val="009B14A9"/>
    <w:rsid w:val="009B2E97"/>
    <w:rsid w:val="009E07F4"/>
    <w:rsid w:val="009F392E"/>
    <w:rsid w:val="00A05D3D"/>
    <w:rsid w:val="00A252F2"/>
    <w:rsid w:val="00A30872"/>
    <w:rsid w:val="00A57B7F"/>
    <w:rsid w:val="00A6177B"/>
    <w:rsid w:val="00A66136"/>
    <w:rsid w:val="00A679DA"/>
    <w:rsid w:val="00A756D0"/>
    <w:rsid w:val="00A85755"/>
    <w:rsid w:val="00A92647"/>
    <w:rsid w:val="00AA4CBB"/>
    <w:rsid w:val="00AA65FA"/>
    <w:rsid w:val="00AA7351"/>
    <w:rsid w:val="00AD056F"/>
    <w:rsid w:val="00AD6731"/>
    <w:rsid w:val="00B15D0D"/>
    <w:rsid w:val="00B35235"/>
    <w:rsid w:val="00B558CA"/>
    <w:rsid w:val="00B75EE1"/>
    <w:rsid w:val="00B77481"/>
    <w:rsid w:val="00B8518B"/>
    <w:rsid w:val="00BD7E91"/>
    <w:rsid w:val="00C02D0A"/>
    <w:rsid w:val="00C03A6E"/>
    <w:rsid w:val="00C279C2"/>
    <w:rsid w:val="00C330E7"/>
    <w:rsid w:val="00C375FC"/>
    <w:rsid w:val="00C43460"/>
    <w:rsid w:val="00C44F6A"/>
    <w:rsid w:val="00C47AE3"/>
    <w:rsid w:val="00C528D1"/>
    <w:rsid w:val="00CD1FC4"/>
    <w:rsid w:val="00D21061"/>
    <w:rsid w:val="00D4108E"/>
    <w:rsid w:val="00D6163D"/>
    <w:rsid w:val="00D73D46"/>
    <w:rsid w:val="00D831A3"/>
    <w:rsid w:val="00DB4628"/>
    <w:rsid w:val="00DC75F3"/>
    <w:rsid w:val="00DD46F3"/>
    <w:rsid w:val="00DE56F2"/>
    <w:rsid w:val="00DF116D"/>
    <w:rsid w:val="00E10682"/>
    <w:rsid w:val="00E36C4A"/>
    <w:rsid w:val="00E74CBB"/>
    <w:rsid w:val="00EA32F2"/>
    <w:rsid w:val="00EB104F"/>
    <w:rsid w:val="00EB7F11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29626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08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30872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3087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A30872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3087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A30872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A30872"/>
    <w:rPr>
      <w:rFonts w:asciiTheme="majorHAnsi" w:eastAsia="Times New Roman" w:hAnsiTheme="majorHAnsi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4B4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4C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4C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4C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4CAD"/>
    <w:rPr>
      <w:b/>
      <w:bCs/>
      <w:sz w:val="20"/>
      <w:szCs w:val="20"/>
    </w:rPr>
  </w:style>
  <w:style w:type="character" w:customStyle="1" w:styleId="Kurzva">
    <w:name w:val="Kurzíva"/>
    <w:basedOn w:val="Standardnpsmoodstavce"/>
    <w:uiPriority w:val="1"/>
    <w:qFormat/>
    <w:rsid w:val="00A252F2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5AC4A05038D249ABA3DCA384CAC834" ma:contentTypeVersion="15" ma:contentTypeDescription="Vytvoří nový dokument" ma:contentTypeScope="" ma:versionID="5d31cf460a4fda51de446c550ef8269b">
  <xsd:schema xmlns:xsd="http://www.w3.org/2001/XMLSchema" xmlns:xs="http://www.w3.org/2001/XMLSchema" xmlns:p="http://schemas.microsoft.com/office/2006/metadata/properties" xmlns:ns3="a7dc5181-50f8-4beb-b628-d1d7aad42900" xmlns:ns4="451620dd-6b9d-457c-9577-e050ba344d34" targetNamespace="http://schemas.microsoft.com/office/2006/metadata/properties" ma:root="true" ma:fieldsID="7a685f95202bee1061fdf08b9d8b6d1c" ns3:_="" ns4:_="">
    <xsd:import namespace="a7dc5181-50f8-4beb-b628-d1d7aad42900"/>
    <xsd:import namespace="451620dd-6b9d-457c-9577-e050ba344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c5181-50f8-4beb-b628-d1d7aad42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620dd-6b9d-457c-9577-e050ba344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activity xmlns="a7dc5181-50f8-4beb-b628-d1d7aad429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1252-B867-4C97-8ED9-8078381C3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c5181-50f8-4beb-b628-d1d7aad42900"/>
    <ds:schemaRef ds:uri="451620dd-6b9d-457c-9577-e050ba344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a7dc5181-50f8-4beb-b628-d1d7aad42900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93B7F7-507E-41A7-8212-E823ECBC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3</Pages>
  <Words>375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3</cp:revision>
  <cp:lastPrinted>2017-11-28T17:18:00Z</cp:lastPrinted>
  <dcterms:created xsi:type="dcterms:W3CDTF">2024-06-24T10:30:00Z</dcterms:created>
  <dcterms:modified xsi:type="dcterms:W3CDTF">2024-06-24T10:49:00Z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0x010100975AC4A05038D249ABA3DCA384CAC834</vt:lpwstr>
  </property>
  <property fmtid="{D5CDD505-2E9C-101B-9397-08002B2CF9AE}" pid="3" name="URL">
    <vt:lpwstr/>
  </property>
</Properties>
</file>